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52" w:rsidRPr="0091069E" w:rsidRDefault="003F1152" w:rsidP="007F3562">
      <w:pPr>
        <w:jc w:val="both"/>
        <w:rPr>
          <w:b/>
          <w:bCs/>
        </w:rPr>
      </w:pPr>
    </w:p>
    <w:p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:rsidR="0091069E" w:rsidRDefault="0091069E" w:rsidP="0091069E">
      <w:pPr>
        <w:jc w:val="both"/>
        <w:rPr>
          <w:b/>
          <w:bCs/>
        </w:rPr>
      </w:pPr>
    </w:p>
    <w:p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 xml:space="preserve">/viimase </w:t>
      </w:r>
      <w:proofErr w:type="spellStart"/>
      <w:r w:rsidRPr="00233CB1">
        <w:rPr>
          <w:bCs/>
          <w:i/>
          <w:sz w:val="20"/>
          <w:szCs w:val="20"/>
        </w:rPr>
        <w:t>digiallkirja</w:t>
      </w:r>
      <w:proofErr w:type="spellEnd"/>
      <w:r w:rsidRPr="00233CB1">
        <w:rPr>
          <w:bCs/>
          <w:i/>
          <w:sz w:val="20"/>
          <w:szCs w:val="20"/>
        </w:rPr>
        <w:t xml:space="preserve"> kuupäev/</w:t>
      </w:r>
    </w:p>
    <w:p w:rsidR="0091069E" w:rsidRDefault="0091069E" w:rsidP="007F3562">
      <w:pPr>
        <w:jc w:val="both"/>
        <w:rPr>
          <w:b/>
          <w:bCs/>
        </w:rPr>
      </w:pPr>
    </w:p>
    <w:p w:rsidR="003F1152" w:rsidRPr="0091069E" w:rsidRDefault="003F1152" w:rsidP="007F3562">
      <w:pPr>
        <w:jc w:val="both"/>
        <w:rPr>
          <w:b/>
          <w:bCs/>
        </w:rPr>
      </w:pPr>
    </w:p>
    <w:p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:rsidR="00D024DB" w:rsidRPr="0091069E" w:rsidRDefault="00053616" w:rsidP="007F3562">
      <w:pPr>
        <w:jc w:val="both"/>
      </w:pPr>
      <w:r>
        <w:t xml:space="preserve"> </w:t>
      </w:r>
    </w:p>
    <w:p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:rsidR="00A1592F" w:rsidRPr="0091069E" w:rsidRDefault="00A1592F" w:rsidP="00A1592F">
      <w:pPr>
        <w:jc w:val="both"/>
      </w:pPr>
    </w:p>
    <w:p w:rsidR="00D024DB" w:rsidRPr="001734D8" w:rsidRDefault="00D024DB" w:rsidP="0080103D">
      <w:pPr>
        <w:spacing w:after="120"/>
        <w:jc w:val="both"/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>
        <w:t>väikehank</w:t>
      </w:r>
      <w:r w:rsidR="00116F1C" w:rsidRPr="00EB052E">
        <w:t>e</w:t>
      </w:r>
      <w:r w:rsidRPr="00EB052E">
        <w:t xml:space="preserve"> 1-47/</w:t>
      </w:r>
      <w:r w:rsidR="00EB052E" w:rsidRPr="00EB052E">
        <w:t>2880</w:t>
      </w:r>
      <w:r w:rsidR="001E6CED" w:rsidRPr="00EB052E">
        <w:t xml:space="preserve"> </w:t>
      </w:r>
      <w:r w:rsidR="00895296" w:rsidRPr="00EB052E">
        <w:t>„</w:t>
      </w:r>
      <w:r w:rsidR="00E67FD8" w:rsidRPr="00EB052E">
        <w:rPr>
          <w:b/>
        </w:rPr>
        <w:t>RMK</w:t>
      </w:r>
      <w:r w:rsidR="00E67FD8" w:rsidRPr="00EB052E">
        <w:t xml:space="preserve"> </w:t>
      </w:r>
      <w:r w:rsidR="00E67FD8" w:rsidRPr="00EB052E">
        <w:rPr>
          <w:b/>
        </w:rPr>
        <w:t>Õisu matkaraja</w:t>
      </w:r>
      <w:r w:rsidR="006E2224" w:rsidRPr="00EB052E">
        <w:rPr>
          <w:b/>
        </w:rPr>
        <w:t xml:space="preserve"> </w:t>
      </w:r>
      <w:r w:rsidR="001026E9" w:rsidRPr="00EB052E">
        <w:rPr>
          <w:rStyle w:val="Lehekljenumber"/>
          <w:b/>
          <w:iCs/>
        </w:rPr>
        <w:t>rekonstrueerimistöödele</w:t>
      </w:r>
      <w:r w:rsidR="001026E9" w:rsidRPr="00EB052E">
        <w:rPr>
          <w:b/>
          <w:iCs/>
        </w:rPr>
        <w:t xml:space="preserve"> omanikujärelevalve teenuse tellimine</w:t>
      </w:r>
      <w:r w:rsidR="00895296" w:rsidRPr="00EB052E">
        <w:t>“</w:t>
      </w:r>
      <w:r w:rsidR="00116F1C" w:rsidRPr="00EB052E">
        <w:t xml:space="preserve"> </w:t>
      </w:r>
      <w:r w:rsidR="00DF6257" w:rsidRPr="00EB052E">
        <w:t>(</w:t>
      </w:r>
      <w:r w:rsidR="005924F6" w:rsidRPr="00EB052E">
        <w:t>viitenumber</w:t>
      </w:r>
      <w:r w:rsidR="00442628" w:rsidRPr="00EB052E">
        <w:t xml:space="preserve"> </w:t>
      </w:r>
      <w:r w:rsidR="00EB052E" w:rsidRPr="00EB052E">
        <w:t>267011</w:t>
      </w:r>
      <w:r w:rsidR="001734D8" w:rsidRPr="00EB052E">
        <w:t>)</w:t>
      </w:r>
      <w:r w:rsidR="001734D8" w:rsidRPr="006F49E4">
        <w:t xml:space="preserve">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</w:p>
    <w:p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0A183C">
        <w:t xml:space="preserve"> </w:t>
      </w:r>
      <w:r w:rsidR="00E67FD8" w:rsidRPr="00F440D5">
        <w:rPr>
          <w:b/>
        </w:rPr>
        <w:t>RMK</w:t>
      </w:r>
      <w:r w:rsidR="00E67FD8">
        <w:t xml:space="preserve"> </w:t>
      </w:r>
      <w:r w:rsidR="00E67FD8">
        <w:rPr>
          <w:b/>
        </w:rPr>
        <w:t>Õisu matkaraja</w:t>
      </w:r>
      <w:r w:rsidR="00E67FD8">
        <w:rPr>
          <w:rStyle w:val="Lehekljenumber"/>
          <w:b/>
          <w:iCs/>
        </w:rPr>
        <w:t xml:space="preserve"> </w:t>
      </w:r>
      <w:r w:rsidR="001026E9">
        <w:rPr>
          <w:rStyle w:val="Lehekljenumber"/>
          <w:b/>
          <w:iCs/>
        </w:rPr>
        <w:t>rekonstrueerimistöödele</w:t>
      </w:r>
      <w:r w:rsidR="00AB20AD">
        <w:rPr>
          <w:b/>
          <w:bCs/>
        </w:rPr>
        <w:t>.</w:t>
      </w:r>
    </w:p>
    <w:p w:rsidR="0065237A" w:rsidRPr="0091069E" w:rsidRDefault="0065237A" w:rsidP="0065237A">
      <w:pPr>
        <w:jc w:val="both"/>
        <w:rPr>
          <w:bCs/>
        </w:rPr>
      </w:pPr>
    </w:p>
    <w:p w:rsidR="0005270D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:rsidR="0091069E" w:rsidRPr="0091069E" w:rsidRDefault="0091069E" w:rsidP="0091069E">
      <w:pPr>
        <w:jc w:val="both"/>
        <w:rPr>
          <w:b/>
        </w:rPr>
      </w:pPr>
    </w:p>
    <w:p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:rsidR="00D40840" w:rsidRPr="00444C6E" w:rsidRDefault="00F25F8B" w:rsidP="00F25F8B">
      <w:pPr>
        <w:jc w:val="both"/>
        <w:rPr>
          <w:color w:val="FF0000"/>
        </w:rPr>
      </w:pPr>
      <w:r w:rsidRPr="00F70BFF">
        <w:rPr>
          <w:color w:val="000000" w:themeColor="text1"/>
        </w:rPr>
        <w:t>2.2.2</w:t>
      </w:r>
      <w:r w:rsidR="00444C6E" w:rsidRPr="00444C6E">
        <w:t xml:space="preserve"> </w:t>
      </w:r>
      <w:r w:rsidR="00E67FD8" w:rsidRPr="004D47E8">
        <w:t xml:space="preserve">OÜ Kallisaba </w:t>
      </w:r>
      <w:r w:rsidR="00E67FD8">
        <w:t>põhiprojekt</w:t>
      </w:r>
      <w:r w:rsidR="00E67FD8" w:rsidRPr="004D47E8">
        <w:t xml:space="preserve"> n</w:t>
      </w:r>
      <w:r w:rsidR="00E67FD8">
        <w:t>r 2023-</w:t>
      </w:r>
      <w:r w:rsidR="00E67FD8" w:rsidRPr="004D47E8">
        <w:t>01 ”Õisu põrguoru matkaraja rekonstrueerimine”.</w:t>
      </w:r>
    </w:p>
    <w:p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:rsidR="004F7E12" w:rsidRPr="0091069E" w:rsidRDefault="004F7E12" w:rsidP="007613F4">
      <w:pPr>
        <w:jc w:val="both"/>
        <w:rPr>
          <w:b/>
          <w:u w:val="single"/>
        </w:rPr>
      </w:pPr>
    </w:p>
    <w:p w:rsidR="00D024DB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Tasu</w:t>
      </w:r>
    </w:p>
    <w:p w:rsidR="0091069E" w:rsidRPr="0091069E" w:rsidRDefault="0091069E" w:rsidP="0091069E">
      <w:pPr>
        <w:jc w:val="both"/>
      </w:pPr>
    </w:p>
    <w:p w:rsidR="00B0503F" w:rsidRPr="003F1152" w:rsidRDefault="000D17C9" w:rsidP="003F1152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t xml:space="preserve">3.1.2. </w:t>
      </w:r>
      <w:r w:rsidR="00DF6257">
        <w:t>ühekordne tasu ……. e</w:t>
      </w:r>
      <w:r>
        <w:t xml:space="preserve">urot ehitustööde (sh </w:t>
      </w:r>
      <w:proofErr w:type="spellStart"/>
      <w:r w:rsidRPr="005F698B">
        <w:t>vaegtööde</w:t>
      </w:r>
      <w:proofErr w:type="spellEnd"/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:rsidR="003F1152" w:rsidRDefault="003F1152" w:rsidP="007613F4">
      <w:pPr>
        <w:jc w:val="both"/>
        <w:rPr>
          <w:color w:val="000000"/>
        </w:rPr>
      </w:pPr>
    </w:p>
    <w:p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lastRenderedPageBreak/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 xml:space="preserve">(sh </w:t>
      </w:r>
      <w:proofErr w:type="spellStart"/>
      <w:r w:rsidR="00B0503F" w:rsidRPr="005F698B">
        <w:t>vaegtööde</w:t>
      </w:r>
      <w:proofErr w:type="spellEnd"/>
      <w:r w:rsidR="00B0503F" w:rsidRPr="005F698B">
        <w:t>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</w:t>
      </w:r>
      <w:proofErr w:type="spellStart"/>
      <w:r w:rsidR="00B0503F" w:rsidRPr="00B0503F">
        <w:t>osutajast</w:t>
      </w:r>
      <w:proofErr w:type="spellEnd"/>
      <w:r w:rsidR="00B0503F" w:rsidRPr="00B0503F">
        <w:t xml:space="preserve">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:rsidR="0048198C" w:rsidRDefault="0048198C" w:rsidP="00C26D3D">
      <w:pPr>
        <w:jc w:val="both"/>
        <w:rPr>
          <w:b/>
          <w:color w:val="000000"/>
        </w:rPr>
      </w:pPr>
    </w:p>
    <w:p w:rsidR="00BE55BA" w:rsidRPr="00C26D3D" w:rsidRDefault="00C26D3D" w:rsidP="00C26D3D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:rsidR="0091069E" w:rsidRPr="0091069E" w:rsidRDefault="0091069E" w:rsidP="0091069E">
      <w:pPr>
        <w:jc w:val="both"/>
        <w:rPr>
          <w:b/>
          <w:color w:val="000000"/>
        </w:rPr>
      </w:pPr>
    </w:p>
    <w:p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:rsidR="0005270D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:rsidR="00DC328D" w:rsidRDefault="00DC328D" w:rsidP="00205BCE">
      <w:pPr>
        <w:jc w:val="both"/>
        <w:rPr>
          <w:color w:val="000000"/>
        </w:rPr>
      </w:pPr>
    </w:p>
    <w:p w:rsidR="00DC328D" w:rsidRDefault="00DC328D" w:rsidP="00205BCE">
      <w:pPr>
        <w:jc w:val="both"/>
        <w:rPr>
          <w:color w:val="000000"/>
        </w:rPr>
      </w:pPr>
    </w:p>
    <w:p w:rsidR="00DC328D" w:rsidRDefault="00DC328D" w:rsidP="00205BCE">
      <w:pPr>
        <w:jc w:val="both"/>
        <w:rPr>
          <w:color w:val="000000"/>
        </w:rPr>
      </w:pPr>
    </w:p>
    <w:p w:rsidR="00DC328D" w:rsidRPr="00771410" w:rsidRDefault="00DC328D" w:rsidP="00205BCE">
      <w:pPr>
        <w:jc w:val="both"/>
        <w:rPr>
          <w:color w:val="000000"/>
        </w:rPr>
      </w:pPr>
    </w:p>
    <w:p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lastRenderedPageBreak/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:rsidR="00C201B3" w:rsidRPr="00590021" w:rsidRDefault="00C201B3" w:rsidP="00205BCE">
      <w:pPr>
        <w:jc w:val="both"/>
      </w:pPr>
      <w:r w:rsidRPr="00590021">
        <w:t>6.2.2 protokollida nõupidamiste otsused;</w:t>
      </w:r>
    </w:p>
    <w:p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A46DB8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</w:t>
      </w:r>
      <w:proofErr w:type="spellStart"/>
      <w:r w:rsidR="00B61F70" w:rsidRPr="0091069E">
        <w:rPr>
          <w:color w:val="000000"/>
        </w:rPr>
        <w:t>üleantavad</w:t>
      </w:r>
      <w:proofErr w:type="spellEnd"/>
      <w:r w:rsidR="00B61F70" w:rsidRPr="0091069E">
        <w:rPr>
          <w:color w:val="000000"/>
        </w:rPr>
        <w:t xml:space="preserve">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 xml:space="preserve">le antud teave </w:t>
      </w:r>
      <w:proofErr w:type="spellStart"/>
      <w:r w:rsidR="00B676DC" w:rsidRPr="0091069E">
        <w:rPr>
          <w:color w:val="000000"/>
        </w:rPr>
        <w:t>üleantavate</w:t>
      </w:r>
      <w:proofErr w:type="spellEnd"/>
      <w:r w:rsidR="00B676DC" w:rsidRPr="0091069E">
        <w:rPr>
          <w:color w:val="000000"/>
        </w:rPr>
        <w:t xml:space="preserve"> tööde kohasuse kohta.</w:t>
      </w:r>
    </w:p>
    <w:p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:rsidR="00740533" w:rsidRDefault="00AB74FD" w:rsidP="00740533">
      <w:pPr>
        <w:jc w:val="both"/>
      </w:pPr>
      <w:r>
        <w:rPr>
          <w:color w:val="000000"/>
        </w:rPr>
        <w:t>6.5</w:t>
      </w:r>
      <w:r w:rsidRPr="003D33F7">
        <w:rPr>
          <w:color w:val="000000"/>
        </w:rPr>
        <w:t>.</w:t>
      </w:r>
      <w:r w:rsidR="007D43B5" w:rsidRPr="003D33F7">
        <w:rPr>
          <w:color w:val="000000"/>
        </w:rPr>
        <w:t xml:space="preserve"> </w:t>
      </w:r>
      <w:r w:rsidR="00740533" w:rsidRPr="003D33F7">
        <w:rPr>
          <w:color w:val="000000"/>
        </w:rPr>
        <w:t>V</w:t>
      </w:r>
      <w:r w:rsidR="00740533" w:rsidRPr="003D33F7">
        <w:t>ajadusel</w:t>
      </w:r>
      <w:r w:rsidR="00740533" w:rsidRPr="00740533">
        <w:t xml:space="preserve"> vaatama garantiiperioodi jooksul koos käsundiandjaga üle ehitisel ilmnenud mittevastavused ning osalema enne garantiiaja lõppu toimuval garantiiülevaatusel</w:t>
      </w:r>
      <w:r w:rsidR="00740533">
        <w:t>.</w:t>
      </w:r>
    </w:p>
    <w:p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</w:t>
      </w:r>
      <w:proofErr w:type="spellStart"/>
      <w:r w:rsidR="00BB6809" w:rsidRPr="00BB6809">
        <w:rPr>
          <w:color w:val="000000" w:themeColor="text1"/>
        </w:rPr>
        <w:t>teenuseosutaja</w:t>
      </w:r>
      <w:proofErr w:type="spellEnd"/>
      <w:r w:rsidR="00BB6809" w:rsidRPr="00BB6809">
        <w:rPr>
          <w:color w:val="000000" w:themeColor="text1"/>
        </w:rPr>
        <w:t xml:space="preserve"> peab järgima temale kehtivaid nõudeid. </w:t>
      </w:r>
    </w:p>
    <w:p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proofErr w:type="spellStart"/>
      <w:r w:rsidR="0005270D" w:rsidRPr="0091069E">
        <w:t>kõrvalmõjude</w:t>
      </w:r>
      <w:proofErr w:type="spellEnd"/>
      <w:r w:rsidR="0005270D" w:rsidRPr="0091069E">
        <w:t xml:space="preserve"> eest ümbritsevale keskkonnale, välja arvatud osas, mis on lepinguga üle antud </w:t>
      </w:r>
      <w:proofErr w:type="spellStart"/>
      <w:r w:rsidR="008F0B72" w:rsidRPr="0091069E">
        <w:t>projekteerijale</w:t>
      </w:r>
      <w:proofErr w:type="spellEnd"/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</w:t>
      </w:r>
      <w:proofErr w:type="spellStart"/>
      <w:r w:rsidR="0005270D" w:rsidRPr="0091069E">
        <w:t>projekteerijale</w:t>
      </w:r>
      <w:proofErr w:type="spellEnd"/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>gu tingimuste ja 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:rsidR="0005270D" w:rsidRPr="0091069E" w:rsidRDefault="00036B80" w:rsidP="002E06C0">
      <w:pPr>
        <w:jc w:val="both"/>
      </w:pPr>
      <w:r>
        <w:lastRenderedPageBreak/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</w:t>
      </w:r>
      <w:proofErr w:type="spellStart"/>
      <w:r w:rsidR="002E06C0" w:rsidRPr="0091069E">
        <w:t>pankrotisolevaks</w:t>
      </w:r>
      <w:proofErr w:type="spellEnd"/>
      <w:r w:rsidR="002E06C0" w:rsidRPr="0091069E">
        <w:t xml:space="preserve">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:rsidR="005F2E86" w:rsidRDefault="005F2E86" w:rsidP="0044482F"/>
    <w:p w:rsidR="003F1152" w:rsidRDefault="003F1152" w:rsidP="0044482F"/>
    <w:p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:rsidR="005F2E86" w:rsidRPr="005F2E86" w:rsidRDefault="005F2E86" w:rsidP="005F2E86">
      <w:pPr>
        <w:rPr>
          <w:b/>
        </w:rPr>
      </w:pPr>
    </w:p>
    <w:p w:rsidR="005F2E86" w:rsidRDefault="005F2E86" w:rsidP="003E7BAB">
      <w:pPr>
        <w:jc w:val="both"/>
      </w:pPr>
      <w:r>
        <w:t xml:space="preserve">10.1 Lepinguga seotud teated edastatakse </w:t>
      </w:r>
      <w:r w:rsidR="00036B80">
        <w:t xml:space="preserve">telefoni teel või </w:t>
      </w:r>
      <w:proofErr w:type="spellStart"/>
      <w:r w:rsidR="00036B80">
        <w:t>e-kirja</w:t>
      </w:r>
      <w:proofErr w:type="spellEnd"/>
      <w:r w:rsidR="00036B80">
        <w:t xml:space="preserve">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:rsidR="005F2E86" w:rsidRDefault="005F2E86" w:rsidP="003E7BAB">
      <w:pPr>
        <w:jc w:val="both"/>
      </w:pPr>
      <w:r>
        <w:t xml:space="preserve">10.2 </w:t>
      </w:r>
      <w:proofErr w:type="spellStart"/>
      <w:r>
        <w:t>E-kirja</w:t>
      </w:r>
      <w:proofErr w:type="spellEnd"/>
      <w:r>
        <w:t xml:space="preserve"> teel edastatud teated peetakse </w:t>
      </w:r>
      <w:proofErr w:type="spellStart"/>
      <w:r>
        <w:t>kättesaaduks</w:t>
      </w:r>
      <w:proofErr w:type="spellEnd"/>
      <w:r>
        <w:t xml:space="preserve"> alates teate edastamisele järgnevast tööpäevast.</w:t>
      </w:r>
    </w:p>
    <w:p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 xml:space="preserve">oolele esitatavad nõudekirjad peavad olema kirjalikus vormis. Kirjaliku vormiga on võrdsustatud digitaalselt allkirjastatud elektrooniline dokument. Viimane vorminõue on täidetud ka juhul, kui teade edastatakse </w:t>
      </w:r>
      <w:proofErr w:type="spellStart"/>
      <w:r>
        <w:t>e-kirja</w:t>
      </w:r>
      <w:proofErr w:type="spellEnd"/>
      <w:r>
        <w:t xml:space="preserve"> teel.</w:t>
      </w:r>
    </w:p>
    <w:p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:rsidR="0044482F" w:rsidRPr="00590021" w:rsidRDefault="0044482F" w:rsidP="0044482F">
      <w:pPr>
        <w:jc w:val="both"/>
      </w:pPr>
    </w:p>
    <w:p w:rsidR="0044482F" w:rsidRDefault="0044482F" w:rsidP="0044482F">
      <w:pPr>
        <w:jc w:val="both"/>
      </w:pPr>
    </w:p>
    <w:p w:rsidR="002D17DC" w:rsidRDefault="002D17DC" w:rsidP="0044482F">
      <w:pPr>
        <w:jc w:val="both"/>
      </w:pPr>
    </w:p>
    <w:p w:rsidR="002D17DC" w:rsidRPr="00590021" w:rsidRDefault="002D17DC" w:rsidP="0044482F">
      <w:pPr>
        <w:jc w:val="both"/>
      </w:pPr>
      <w:bookmarkStart w:id="0" w:name="_GoBack"/>
      <w:bookmarkEnd w:id="0"/>
    </w:p>
    <w:p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lastRenderedPageBreak/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:rsidTr="00016F0C">
        <w:tc>
          <w:tcPr>
            <w:tcW w:w="3652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 xml:space="preserve">, </w:t>
            </w:r>
            <w:proofErr w:type="spellStart"/>
            <w:r w:rsidRPr="00AE2696">
              <w:t>Sagadi</w:t>
            </w:r>
            <w:proofErr w:type="spellEnd"/>
            <w:r w:rsidRPr="00AE2696">
              <w:t xml:space="preserve"> küla, Haljala vald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Pr="00590021" w:rsidRDefault="00C25B68" w:rsidP="00016F0C"/>
        </w:tc>
        <w:tc>
          <w:tcPr>
            <w:tcW w:w="567" w:type="dxa"/>
          </w:tcPr>
          <w:p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25B68" w:rsidRDefault="00C25B68" w:rsidP="00016F0C"/>
        </w:tc>
      </w:tr>
    </w:tbl>
    <w:p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8"/>
      <w:headerReference w:type="first" r:id="rId9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CF" w:rsidRDefault="00B323CF" w:rsidP="001B600D">
      <w:r>
        <w:separator/>
      </w:r>
    </w:p>
  </w:endnote>
  <w:endnote w:type="continuationSeparator" w:id="0">
    <w:p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CF" w:rsidRDefault="00B323CF" w:rsidP="001B600D">
      <w:r>
        <w:separator/>
      </w:r>
    </w:p>
  </w:footnote>
  <w:footnote w:type="continuationSeparator" w:id="0">
    <w:p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A9" w:rsidRDefault="000422A9" w:rsidP="000422A9">
    <w:pPr>
      <w:pStyle w:val="Pis"/>
    </w:pPr>
    <w:r>
      <w:t xml:space="preserve">                      </w:t>
    </w:r>
  </w:p>
  <w:p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2D17DC">
      <w:rPr>
        <w:noProof/>
      </w:rPr>
      <w:t>5</w:t>
    </w:r>
    <w:r w:rsidR="00AC7420">
      <w:fldChar w:fldCharType="end"/>
    </w:r>
  </w:p>
  <w:p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2D17DC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:rsidR="00067EF9" w:rsidRPr="00A46DB8" w:rsidRDefault="00067EF9">
    <w:pPr>
      <w:pStyle w:val="Pis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183C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6E9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D17D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A011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5F698B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2224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76049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23CF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328D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67FD8"/>
    <w:rsid w:val="00E762D2"/>
    <w:rsid w:val="00E834B3"/>
    <w:rsid w:val="00E83EBB"/>
    <w:rsid w:val="00E93F9B"/>
    <w:rsid w:val="00EB052E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95D3E"/>
    <w:rsid w:val="00FB0380"/>
    <w:rsid w:val="00FC120D"/>
    <w:rsid w:val="00FC69F0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625701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F700B-0C1C-4F6C-8F08-C4483F24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3</TotalTime>
  <Pages>5</Pages>
  <Words>1703</Words>
  <Characters>9880</Characters>
  <Application>Microsoft Office Word</Application>
  <DocSecurity>0</DocSecurity>
  <Lines>82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4</cp:revision>
  <cp:lastPrinted>2013-03-12T11:00:00Z</cp:lastPrinted>
  <dcterms:created xsi:type="dcterms:W3CDTF">2023-07-03T10:41:00Z</dcterms:created>
  <dcterms:modified xsi:type="dcterms:W3CDTF">2023-07-03T10:43:00Z</dcterms:modified>
</cp:coreProperties>
</file>